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270C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6E9F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DC4880" w14:textId="7E781D70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9087E">
        <w:rPr>
          <w:rFonts w:ascii="Corbel" w:hAnsi="Corbel"/>
          <w:b/>
          <w:smallCaps/>
          <w:sz w:val="24"/>
          <w:szCs w:val="24"/>
        </w:rPr>
        <w:t>2022-2024</w:t>
      </w:r>
    </w:p>
    <w:p w14:paraId="7D6B3263" w14:textId="4543DD4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9087E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D9087E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478F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FEA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5AD41E" w14:textId="77777777" w:rsidTr="00B819C8">
        <w:tc>
          <w:tcPr>
            <w:tcW w:w="2694" w:type="dxa"/>
            <w:vAlign w:val="center"/>
          </w:tcPr>
          <w:p w14:paraId="607C41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DD0D7A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3BF11857" w14:textId="77777777" w:rsidTr="007A3647">
        <w:tc>
          <w:tcPr>
            <w:tcW w:w="2694" w:type="dxa"/>
            <w:vAlign w:val="center"/>
          </w:tcPr>
          <w:p w14:paraId="478851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B40358" w14:textId="77777777" w:rsidR="0085747A" w:rsidRPr="00AA2E0A" w:rsidRDefault="000C683B" w:rsidP="006B71B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proofErr w:type="spellEnd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/C.4</w:t>
            </w:r>
          </w:p>
        </w:tc>
      </w:tr>
      <w:tr w:rsidR="0085747A" w:rsidRPr="009C54AE" w14:paraId="2D7230BB" w14:textId="77777777" w:rsidTr="00B819C8">
        <w:tc>
          <w:tcPr>
            <w:tcW w:w="2694" w:type="dxa"/>
            <w:vAlign w:val="center"/>
          </w:tcPr>
          <w:p w14:paraId="2B3FA5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BC64C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699B02" w14:textId="77777777" w:rsidTr="00B819C8">
        <w:tc>
          <w:tcPr>
            <w:tcW w:w="2694" w:type="dxa"/>
            <w:vAlign w:val="center"/>
          </w:tcPr>
          <w:p w14:paraId="10C450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3DD036" w14:textId="5BC4FEA9" w:rsidR="0085747A" w:rsidRPr="009C54AE" w:rsidRDefault="00B36B3A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5760007" w14:textId="77777777" w:rsidTr="00B819C8">
        <w:tc>
          <w:tcPr>
            <w:tcW w:w="2694" w:type="dxa"/>
            <w:vAlign w:val="center"/>
          </w:tcPr>
          <w:p w14:paraId="1A6C6B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549F74" w14:textId="6278CF3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B71B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BBCB16B" w14:textId="77777777" w:rsidTr="00B819C8">
        <w:tc>
          <w:tcPr>
            <w:tcW w:w="2694" w:type="dxa"/>
            <w:vAlign w:val="center"/>
          </w:tcPr>
          <w:p w14:paraId="7AEBF30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D7D9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E5AB120" w14:textId="77777777" w:rsidTr="00B819C8">
        <w:tc>
          <w:tcPr>
            <w:tcW w:w="2694" w:type="dxa"/>
            <w:vAlign w:val="center"/>
          </w:tcPr>
          <w:p w14:paraId="30EF1D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5169F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D43CC0B" w14:textId="77777777" w:rsidTr="00B819C8">
        <w:tc>
          <w:tcPr>
            <w:tcW w:w="2694" w:type="dxa"/>
            <w:vAlign w:val="center"/>
          </w:tcPr>
          <w:p w14:paraId="6849D9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21BC5A" w14:textId="148C5F4E" w:rsidR="0085747A" w:rsidRPr="009C54AE" w:rsidRDefault="00345E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D16A80" w14:textId="77777777" w:rsidTr="00B819C8">
        <w:tc>
          <w:tcPr>
            <w:tcW w:w="2694" w:type="dxa"/>
            <w:vAlign w:val="center"/>
          </w:tcPr>
          <w:p w14:paraId="3CF7A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8956BE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BF85019" w14:textId="77777777" w:rsidTr="00B819C8">
        <w:tc>
          <w:tcPr>
            <w:tcW w:w="2694" w:type="dxa"/>
            <w:vAlign w:val="center"/>
          </w:tcPr>
          <w:p w14:paraId="33EF8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61AB61" w14:textId="4FB140AC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514E9E" w14:textId="77777777" w:rsidTr="00B819C8">
        <w:tc>
          <w:tcPr>
            <w:tcW w:w="2694" w:type="dxa"/>
            <w:vAlign w:val="center"/>
          </w:tcPr>
          <w:p w14:paraId="3025C1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718D95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BC2C8B" w14:textId="77777777" w:rsidTr="00B819C8">
        <w:tc>
          <w:tcPr>
            <w:tcW w:w="2694" w:type="dxa"/>
            <w:vAlign w:val="center"/>
          </w:tcPr>
          <w:p w14:paraId="1841D3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70F21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AF56401" w14:textId="77777777" w:rsidTr="00B819C8">
        <w:tc>
          <w:tcPr>
            <w:tcW w:w="2694" w:type="dxa"/>
            <w:vAlign w:val="center"/>
          </w:tcPr>
          <w:p w14:paraId="5A05BC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137828" w14:textId="2D1015C8" w:rsidR="0085747A" w:rsidRPr="009C54AE" w:rsidRDefault="00AA2E0A" w:rsidP="000C68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Paweł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Szura</w:t>
            </w:r>
          </w:p>
        </w:tc>
      </w:tr>
    </w:tbl>
    <w:p w14:paraId="630A73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FEAA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2D3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EE6DF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1DECB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F1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B42F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4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E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8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15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8E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67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28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DC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DC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DF7370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08CA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E054" w14:textId="1054FE98" w:rsidR="00015B8F" w:rsidRPr="009C54AE" w:rsidRDefault="00613F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AD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28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16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24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7F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32E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0819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BFC3E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CAD3A7" w14:textId="67A6E0C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0B4BEE" w14:textId="77777777" w:rsidR="006B71BB" w:rsidRPr="009C54AE" w:rsidRDefault="006B71BB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891A378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DD1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BE0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3A72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FBAC64" w14:textId="648F2006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C61AA" w14:textId="7C855F3F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3A3FAFC" w14:textId="64E05C34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E1BBF" w14:textId="7FBB349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D8CA0" w14:textId="0D68B51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F6DF9D" w14:textId="0DED316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BF136" w14:textId="7777777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14CC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1CBB169B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CC69F5" w14:textId="77777777" w:rsidTr="00745302">
        <w:tc>
          <w:tcPr>
            <w:tcW w:w="9670" w:type="dxa"/>
          </w:tcPr>
          <w:p w14:paraId="505F07A8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68B59F94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1AB7F205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09A2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B13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3F98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3D3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90727F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3A5043CC" w14:textId="77777777" w:rsidTr="009D1278">
        <w:tc>
          <w:tcPr>
            <w:tcW w:w="675" w:type="dxa"/>
            <w:vAlign w:val="center"/>
          </w:tcPr>
          <w:p w14:paraId="0B855891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5A371C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C96CBBC" w14:textId="77777777" w:rsidTr="009D1278">
        <w:tc>
          <w:tcPr>
            <w:tcW w:w="675" w:type="dxa"/>
            <w:vAlign w:val="center"/>
          </w:tcPr>
          <w:p w14:paraId="3445A98C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F8641CA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2E681E78" w14:textId="77777777" w:rsidTr="009D1278">
        <w:tc>
          <w:tcPr>
            <w:tcW w:w="675" w:type="dxa"/>
            <w:vAlign w:val="center"/>
          </w:tcPr>
          <w:p w14:paraId="1012ADC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7A0C9BD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65AE05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6D1DA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AA9F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BC6858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5BE53F72" w14:textId="77777777" w:rsidTr="009D1278">
        <w:tc>
          <w:tcPr>
            <w:tcW w:w="1688" w:type="dxa"/>
          </w:tcPr>
          <w:p w14:paraId="15FBD02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786D86B7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CD601CF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59102842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1A79C57" w14:textId="77777777" w:rsidTr="009D1278">
        <w:tc>
          <w:tcPr>
            <w:tcW w:w="1688" w:type="dxa"/>
          </w:tcPr>
          <w:p w14:paraId="04BFDF98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4FF18244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7F1F3F72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D1E2F6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4AFCDC98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2C6C6E6D" w14:textId="77777777" w:rsidTr="009D1278">
        <w:tc>
          <w:tcPr>
            <w:tcW w:w="1688" w:type="dxa"/>
          </w:tcPr>
          <w:p w14:paraId="7625AFBC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1ED3C259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CD39E55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1D6E0018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20064AB3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AB4160A" w14:textId="77777777" w:rsidTr="009D1278">
        <w:tc>
          <w:tcPr>
            <w:tcW w:w="1688" w:type="dxa"/>
          </w:tcPr>
          <w:p w14:paraId="56D50451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EK_03</w:t>
            </w:r>
          </w:p>
        </w:tc>
        <w:tc>
          <w:tcPr>
            <w:tcW w:w="5970" w:type="dxa"/>
          </w:tcPr>
          <w:p w14:paraId="45138485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18CFCE24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7723FD29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9BE591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6DCBC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2FA97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8855D6C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30D78BF8" w14:textId="77777777" w:rsidTr="009D1278">
        <w:tc>
          <w:tcPr>
            <w:tcW w:w="9639" w:type="dxa"/>
          </w:tcPr>
          <w:p w14:paraId="5F5DE999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709A9F12" w14:textId="77777777" w:rsidTr="009D1278">
        <w:tc>
          <w:tcPr>
            <w:tcW w:w="9639" w:type="dxa"/>
          </w:tcPr>
          <w:p w14:paraId="58216675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14648DA5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 xml:space="preserve">Krańcowa użyteczność, krańcowe stopy substytucji, elastyczność użyteczności i substytucji. Krzywa obojętności, koszyk optymalny.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II prawo Gossena.</w:t>
            </w:r>
          </w:p>
        </w:tc>
      </w:tr>
      <w:tr w:rsidR="007A3647" w:rsidRPr="006C59EC" w14:paraId="75FEAC99" w14:textId="77777777" w:rsidTr="009D1278">
        <w:tc>
          <w:tcPr>
            <w:tcW w:w="9639" w:type="dxa"/>
          </w:tcPr>
          <w:p w14:paraId="76D57537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 xml:space="preserve">w ujęciu matematycznym. Zadania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ZPL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Lagrange’a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D9C46FF" w14:textId="77777777" w:rsidTr="009D1278">
        <w:tc>
          <w:tcPr>
            <w:tcW w:w="9639" w:type="dxa"/>
          </w:tcPr>
          <w:p w14:paraId="46305FE5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48DBA6D6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0761D7CF" w14:textId="77777777" w:rsidTr="009D1278">
        <w:tc>
          <w:tcPr>
            <w:tcW w:w="9639" w:type="dxa"/>
          </w:tcPr>
          <w:p w14:paraId="5F5C63A6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667CE4A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w sensie </w:t>
            </w:r>
            <w:proofErr w:type="spellStart"/>
            <w:r w:rsidRPr="00F55E9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F55E98"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A3647" w:rsidRPr="006C59EC" w14:paraId="330F7D56" w14:textId="77777777" w:rsidTr="009D1278">
        <w:tc>
          <w:tcPr>
            <w:tcW w:w="9639" w:type="dxa"/>
          </w:tcPr>
          <w:p w14:paraId="4FA0DB78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9105811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0D433851" w14:textId="77777777" w:rsidTr="009D1278">
        <w:tc>
          <w:tcPr>
            <w:tcW w:w="9639" w:type="dxa"/>
          </w:tcPr>
          <w:p w14:paraId="74481B10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doskonałej. Modele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egzo</w:t>
            </w:r>
            <w:proofErr w:type="spellEnd"/>
            <w:r w:rsidRPr="00E549B7">
              <w:rPr>
                <w:rFonts w:ascii="Corbel" w:hAnsi="Corbel"/>
                <w:sz w:val="24"/>
                <w:szCs w:val="24"/>
              </w:rPr>
              <w:t>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D42682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6341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B989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8877B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47230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B09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8F5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2CF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0BCA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57B51DF5" w14:textId="77777777" w:rsidTr="009D1278">
        <w:tc>
          <w:tcPr>
            <w:tcW w:w="1843" w:type="dxa"/>
            <w:vAlign w:val="center"/>
          </w:tcPr>
          <w:p w14:paraId="1310F14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C0548FA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1CD4EED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59A51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1FA97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647" w:rsidRPr="009C54AE" w14:paraId="3C6BFC1A" w14:textId="77777777" w:rsidTr="009D1278">
        <w:tc>
          <w:tcPr>
            <w:tcW w:w="1843" w:type="dxa"/>
          </w:tcPr>
          <w:p w14:paraId="5A4B3723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28F3294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1A940AB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18041110" w14:textId="77777777" w:rsidTr="009D1278">
        <w:tc>
          <w:tcPr>
            <w:tcW w:w="1843" w:type="dxa"/>
          </w:tcPr>
          <w:p w14:paraId="15B3415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8DDB265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C118ABC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C3EEA7E" w14:textId="77777777" w:rsidTr="009D1278">
        <w:tc>
          <w:tcPr>
            <w:tcW w:w="1843" w:type="dxa"/>
          </w:tcPr>
          <w:p w14:paraId="6F0F4037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71F810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zajęć</w:t>
            </w:r>
          </w:p>
        </w:tc>
        <w:tc>
          <w:tcPr>
            <w:tcW w:w="2126" w:type="dxa"/>
          </w:tcPr>
          <w:p w14:paraId="4EA5DDE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ćwiczenia</w:t>
            </w:r>
          </w:p>
        </w:tc>
      </w:tr>
    </w:tbl>
    <w:p w14:paraId="24B6BC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15B84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B7ABD2" w14:textId="77777777" w:rsidTr="00923D7D">
        <w:tc>
          <w:tcPr>
            <w:tcW w:w="9670" w:type="dxa"/>
          </w:tcPr>
          <w:p w14:paraId="7EEF1054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452539D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555E737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381913A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AD1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4788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128D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1C82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0A6BBE" w14:textId="77777777" w:rsidTr="003E1941">
        <w:tc>
          <w:tcPr>
            <w:tcW w:w="4962" w:type="dxa"/>
            <w:vAlign w:val="center"/>
          </w:tcPr>
          <w:p w14:paraId="15F7B7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4F0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AA52EA" w14:textId="77777777" w:rsidTr="00923D7D">
        <w:tc>
          <w:tcPr>
            <w:tcW w:w="4962" w:type="dxa"/>
          </w:tcPr>
          <w:p w14:paraId="41D414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11B06F" w14:textId="288A2595" w:rsidR="0085747A" w:rsidRPr="009C54AE" w:rsidRDefault="00613F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048F47BD" w14:textId="77777777" w:rsidTr="00923D7D">
        <w:tc>
          <w:tcPr>
            <w:tcW w:w="4962" w:type="dxa"/>
          </w:tcPr>
          <w:p w14:paraId="3E3BA4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32456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35BC8E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C5CF0BD" w14:textId="77777777" w:rsidTr="00923D7D">
        <w:tc>
          <w:tcPr>
            <w:tcW w:w="4962" w:type="dxa"/>
          </w:tcPr>
          <w:p w14:paraId="07BFE153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733E173" w14:textId="17BDD7D4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13F0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0698BA34" w14:textId="77777777" w:rsidTr="00923D7D">
        <w:tc>
          <w:tcPr>
            <w:tcW w:w="4962" w:type="dxa"/>
          </w:tcPr>
          <w:p w14:paraId="248C55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A8D8FA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6AFB7C5" w14:textId="77777777" w:rsidTr="00923D7D">
        <w:tc>
          <w:tcPr>
            <w:tcW w:w="4962" w:type="dxa"/>
          </w:tcPr>
          <w:p w14:paraId="2C2C06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FF009A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29C1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2EF64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012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136C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D67E8F7" w14:textId="77777777" w:rsidTr="008962A4">
        <w:trPr>
          <w:trHeight w:val="397"/>
        </w:trPr>
        <w:tc>
          <w:tcPr>
            <w:tcW w:w="2359" w:type="pct"/>
          </w:tcPr>
          <w:p w14:paraId="59274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2A7F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CD9F05" w14:textId="77777777" w:rsidTr="008962A4">
        <w:trPr>
          <w:trHeight w:val="397"/>
        </w:trPr>
        <w:tc>
          <w:tcPr>
            <w:tcW w:w="2359" w:type="pct"/>
          </w:tcPr>
          <w:p w14:paraId="166140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BF5F5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5A3A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CE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8DE2D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F631E1E" w14:textId="77777777" w:rsidTr="008962A4">
        <w:trPr>
          <w:trHeight w:val="397"/>
        </w:trPr>
        <w:tc>
          <w:tcPr>
            <w:tcW w:w="5000" w:type="pct"/>
          </w:tcPr>
          <w:p w14:paraId="0444CE18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31CB9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3291D347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28671A1F" w14:textId="77777777" w:rsidTr="008962A4">
        <w:trPr>
          <w:trHeight w:val="397"/>
        </w:trPr>
        <w:tc>
          <w:tcPr>
            <w:tcW w:w="5000" w:type="pct"/>
          </w:tcPr>
          <w:p w14:paraId="388717C7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A7ED9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Ekonomia matematyczna w zadaniach / [aut.] Anna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Blajer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ska.-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Dodr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2524120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A., Podstawy ekonomii matematycznej, PWN, Warszawa 1994.</w:t>
            </w:r>
          </w:p>
          <w:p w14:paraId="789933DA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Panek E., Ekonomia matematyczna, Wyd.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AE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, Poznań 2003.</w:t>
            </w:r>
          </w:p>
        </w:tc>
      </w:tr>
    </w:tbl>
    <w:p w14:paraId="1661EE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F4841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53CF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4E921" w14:textId="77777777" w:rsidR="0048001A" w:rsidRDefault="0048001A" w:rsidP="00C16ABF">
      <w:pPr>
        <w:spacing w:after="0" w:line="240" w:lineRule="auto"/>
      </w:pPr>
      <w:r>
        <w:separator/>
      </w:r>
    </w:p>
  </w:endnote>
  <w:endnote w:type="continuationSeparator" w:id="0">
    <w:p w14:paraId="0389001D" w14:textId="77777777" w:rsidR="0048001A" w:rsidRDefault="004800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C7C40" w14:textId="77777777" w:rsidR="0048001A" w:rsidRDefault="0048001A" w:rsidP="00C16ABF">
      <w:pPr>
        <w:spacing w:after="0" w:line="240" w:lineRule="auto"/>
      </w:pPr>
      <w:r>
        <w:separator/>
      </w:r>
    </w:p>
  </w:footnote>
  <w:footnote w:type="continuationSeparator" w:id="0">
    <w:p w14:paraId="65FED43E" w14:textId="77777777" w:rsidR="0048001A" w:rsidRDefault="0048001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7CA9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E25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01A"/>
    <w:rsid w:val="004840FD"/>
    <w:rsid w:val="00490F7D"/>
    <w:rsid w:val="00491678"/>
    <w:rsid w:val="004968E2"/>
    <w:rsid w:val="004A3EEA"/>
    <w:rsid w:val="004A4D1F"/>
    <w:rsid w:val="004A771E"/>
    <w:rsid w:val="004D5282"/>
    <w:rsid w:val="004F1551"/>
    <w:rsid w:val="004F55A3"/>
    <w:rsid w:val="0050452C"/>
    <w:rsid w:val="0050496F"/>
    <w:rsid w:val="00513B6F"/>
    <w:rsid w:val="00517C63"/>
    <w:rsid w:val="00517E8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3DC1"/>
    <w:rsid w:val="00613F05"/>
    <w:rsid w:val="00617230"/>
    <w:rsid w:val="00621CE1"/>
    <w:rsid w:val="0062616B"/>
    <w:rsid w:val="00627FC9"/>
    <w:rsid w:val="00647FA8"/>
    <w:rsid w:val="00650C5F"/>
    <w:rsid w:val="00654934"/>
    <w:rsid w:val="006620D9"/>
    <w:rsid w:val="00671958"/>
    <w:rsid w:val="00675843"/>
    <w:rsid w:val="00696477"/>
    <w:rsid w:val="006B71BB"/>
    <w:rsid w:val="006D050F"/>
    <w:rsid w:val="006D6139"/>
    <w:rsid w:val="006E45D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EA8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36B3A"/>
    <w:rsid w:val="00B40ADB"/>
    <w:rsid w:val="00B43B77"/>
    <w:rsid w:val="00B43E80"/>
    <w:rsid w:val="00B607DB"/>
    <w:rsid w:val="00B617C4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2F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9087E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7E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530E6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23A6"/>
  <w15:docId w15:val="{89CE4BA6-ADD4-48DE-808B-553F26A7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7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7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7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F58A5-691C-4D67-A7E2-12B30D6E3E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EE6AE7-0E5C-43E8-817F-38ED52E6F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1F60F6-CB46-4424-9B07-B19CC4E37E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536DB-2ECF-4A74-BF64-6CC016793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1082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2020-10-14T14:22:00Z</dcterms:created>
  <dcterms:modified xsi:type="dcterms:W3CDTF">2022-02-11T10:32:00Z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